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394B9" w14:textId="77777777" w:rsidR="004304FD" w:rsidRPr="004304FD" w:rsidRDefault="004304FD" w:rsidP="004304F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304F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SARS-CoV-2/human/USA/CO-CDC-MMB14142193/2022, complete genome</w:t>
      </w:r>
    </w:p>
    <w:p w14:paraId="23FD7505" w14:textId="77777777" w:rsidR="004304FD" w:rsidRPr="004304FD" w:rsidRDefault="004304FD" w:rsidP="004304F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304FD">
        <w:rPr>
          <w:rFonts w:ascii="ＭＳ Ｐゴシック" w:eastAsia="ＭＳ Ｐゴシック" w:hAnsi="ＭＳ Ｐゴシック" w:cs="ＭＳ Ｐゴシック"/>
          <w:kern w:val="0"/>
          <w:sz w:val="24"/>
        </w:rPr>
        <w:t>GenBank: OM846844.1</w:t>
      </w:r>
    </w:p>
    <w:p w14:paraId="4D7F054D" w14:textId="77777777" w:rsidR="004304FD" w:rsidRPr="004304FD" w:rsidRDefault="004304FD" w:rsidP="004304F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304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304F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"https://www.ncbi.nlm.nih.gov/nuccore/OM846844.1?report=fasta" </w:instrText>
      </w:r>
      <w:r w:rsidRPr="004304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304F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304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304F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304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304F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"https://www.ncbi.nlm.nih.gov/nuccore/OM846844.1?report=graph" </w:instrText>
      </w:r>
      <w:r w:rsidRPr="004304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304F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304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304F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46844.1"/>
    <w:bookmarkEnd w:id="1"/>
    <w:p w14:paraId="1CFB3590" w14:textId="77777777" w:rsidR="004304FD" w:rsidRPr="004304FD" w:rsidRDefault="004304FD" w:rsidP="004304F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304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304F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"https://www.ncbi.nlm.nih.gov/nuccore/OM846844.1" \l "goto2200167989_0" </w:instrText>
      </w:r>
      <w:r w:rsidRPr="004304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304F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304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C429FF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LOCUS       OM846844               29770 bp    RNA     linear   VRL 28-FEB-2022</w:t>
      </w:r>
    </w:p>
    <w:p w14:paraId="52FEB71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0C2E5C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SARS-CoV-2/human/USA/CO-CDC-MMB14142193/2022, complete genome.</w:t>
      </w:r>
    </w:p>
    <w:p w14:paraId="1FF5661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ACCESSION   OM846844</w:t>
      </w:r>
    </w:p>
    <w:p w14:paraId="2459A08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VERSION     OM846844.1</w:t>
      </w:r>
    </w:p>
    <w:p w14:paraId="1D70024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D154B1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"https://www.ncbi.nlm.nih.gov/biosample/SAMN26289941"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SAMN26289941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4EDB81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EBD5B4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1644AE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994C2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70BCA7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A62FD9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2A752D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29770)</w:t>
      </w:r>
    </w:p>
    <w:p w14:paraId="5821B26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FC72C3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6F8C07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7FFC06F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02A52AD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56981F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BAB2D3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29770)</w:t>
      </w:r>
    </w:p>
    <w:p w14:paraId="40F12FC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FC1C41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78DBE4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23C90AD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72B1FFF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1B6B95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(28-FEB-2022) Respiratory Viruses Branch, Division of</w:t>
      </w:r>
    </w:p>
    <w:p w14:paraId="49F056F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445AD0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00AE6B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46844.1"/>
      <w:bookmarkEnd w:id="2"/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D40DA4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1C02EF0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37987E1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02AFC9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46844.1"/>
      <w:bookmarkEnd w:id="3"/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C28454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1..29770</w:t>
      </w:r>
    </w:p>
    <w:p w14:paraId="6FF79A4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8E6609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913A5A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1C768C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/isolate="SARS-CoV-2/human/USA/CO-CDC-MMB14142193/2022"</w:t>
      </w:r>
    </w:p>
    <w:p w14:paraId="6A0BD4C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62EF273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BBF6C8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B335D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Colorado"</w:t>
      </w:r>
    </w:p>
    <w:p w14:paraId="7B250E7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/collection_date="2022-02-03"</w:t>
      </w:r>
    </w:p>
    <w:p w14:paraId="57A895C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"https://www.ncbi.nlm.nih.gov/nuccore/OM846844.1?from=224&amp;to=21501"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798746D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B490F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"https://www.ncbi.nlm.nih.gov/nuccore/OM846844.1?location=224:13414,13414:21501"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0B2B752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3A564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20D887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39E5F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4375A2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"https://www.ncbi.nlm.nih.gov/protein/2200167990"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ULV54395.1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8A002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B33BEC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B2B2C3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24B215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74B537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FCDA09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E95DE8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687951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A6EC94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72B83C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B6C2A5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FA1F1E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2CAD72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NKFLALCADSIIIGGXXXXXXXXXXXXXXHSKGLYRKCVKSREETGLLMPLKAPKEII</w:t>
      </w:r>
    </w:p>
    <w:p w14:paraId="4AACED0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70D002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8CC9CC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CA6933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D6AB5F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1D3B0C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131997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6D81AA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B84708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62DD094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4B9279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E313E1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228284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99E653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C9EC48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1E55FB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7956A3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A19649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B34580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221213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C030DD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C3613E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1A62A8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4EBA844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471DF6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F94480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69D58E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D67FCF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9607D5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5B5B59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7036DA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99210F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73A2564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5D5E88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A47003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0E081D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FE20DF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E3E960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20F119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723AA4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E480B0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CDC166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2539DB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CD5855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6682B2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54B350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13E358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A98F3D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8CF002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845C6D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7E9E47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52EDC80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7205E0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FC350E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303E0D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6D5B56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F9C2E3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5A50A7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78FF41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894D7D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12A6FF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416041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BA6AF8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4A8C67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9D2261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E0BDA9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7CD4FA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A74DAF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000D26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A958F3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6A509B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472F3F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90745C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70D538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549AF7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6DD513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381241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C5244E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B2ADEF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6B94DC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DEA8CA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A230B7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D7C509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52C81B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778AFD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BFF39C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95768B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95A33B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47FB70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29D211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10B6D3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E6A76A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555E48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7B2D6B1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872D71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8B2063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0A6222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07A3E9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CC0E93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FBF0D3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F69C51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7BB480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6C7A06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361FB3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0EF5EB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A11AEB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36824E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D5B9E6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ED7FCD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F0C1C9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EB1041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"https://www.ncbi.nlm.nih.gov/protein/ULV54395.1?from=1&amp;to=180"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77F724F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5241E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1B6B52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"https://www.ncbi.nlm.nih.gov/protein/ULV54395.1?from=181&amp;to=818"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09504D2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AD46D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A84306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"https://www.ncbi.nlm.nih.gov/protein/ULV54395.1?from=819&amp;to=2762"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1C41A80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D7C86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A2F98D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"https://www.ncbi.nlm.nih.gov/protein/ULV54395.1?from=2763&amp;to=3262"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0F075B4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449CD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B42925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"https://www.ncbi.nlm.nih.gov/protein/ULV54395.1?from=3263&amp;to=3568"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73F5EFF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0301F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770101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"https://www.ncbi.nlm.nih.gov/protein/ULV54395.1?from=3569&amp;to=3855"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6127142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3C2FE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706525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"https://www.ncbi.nlm.nih.gov/protein/ULV54395.1?from=3856&amp;to=3938"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3891878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09418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82398B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"https://www.ncbi.nlm.nih.gov/protein/ULV54395.1?from=3939&amp;to=4136"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08A6283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62163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2FAC0A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"https://www.ncbi.nlm.nih.gov/protein/ULV54395.1?from=4137&amp;to=4249"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18BC9E0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066B2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C49620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"https://www.ncbi.nlm.nih.gov/protein/ULV54395.1?from=4250&amp;to=4388"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56427C7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AE881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5A7115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"https://www.ncbi.nlm.nih.gov/protein/ULV54395.1?from=4389&amp;to=5320"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25526CD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271DC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5AEE7D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"https://www.ncbi.nlm.nih.gov/protein/ULV54395.1?from=5321&amp;to=5921"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2200D69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34E3C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91408D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"https://www.ncbi.nlm.nih.gov/protein/ULV54395.1?from=5922&amp;to=6448"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00A4D48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79715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3FE08F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"https://www.ncbi.nlm.nih.gov/protein/ULV54395.1?from=6449&amp;to=6794"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63AA184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718ED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281B96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"https://www.ncbi.nlm.nih.gov/protein/ULV54395.1?from=6795&amp;to=7092"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15B2827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43746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2D5929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"https://www.ncbi.nlm.nih.gov/nuccore/OM846844.1?from=224&amp;to=13429"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1664CE5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4BED1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D45CC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0F7558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"https://www.ncbi.nlm.nih.gov/protein/2200167991"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ULV54396.1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9991E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D7E639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4BF858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273491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BC6D8A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67289C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31DAFC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4EE310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0DAAB8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FF486A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2DDCE1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2382F0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07033B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NKFLALCADSIIIGGXXXXXXXXXXXXXXHSKGLYRKCVKSREETGLLMPLKAPKEII</w:t>
      </w:r>
    </w:p>
    <w:p w14:paraId="5B7D0B6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72C893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29A339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0BB064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01ED598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990EB5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7A1F54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B4C636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C8D57B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56AF6F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391931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2C48AA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083CC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C11624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1F464E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7CF0E3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D602A5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D4542D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521256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3A4428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F98D64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562876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FF1CAD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6A008CE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22B379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F0161D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31467B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0DB270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274173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AAABE1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34B6BE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F770D7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354CE0A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1525C2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FA5171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B736A3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5BE241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A7C0A2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39D8A8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DD81E2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709B88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AF8DE5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876C4D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F6B258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C8BA4A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4396B9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09E2866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24A2C5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2944ED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EA249C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2F53AC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4DD9D5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4EA0EC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2453ED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589469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E66634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8FB72C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16E5FC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25C62C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D473DB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116B83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FA6837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20E4E2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9D7F46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CC8A21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"https://www.ncbi.nlm.nih.gov/protein/ULV54396.1?from=1&amp;to=180"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57FDF69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E9A9D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326672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"https://www.ncbi.nlm.nih.gov/protein/ULV54396.1?from=181&amp;to=818"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035094F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6FB85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A00086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"https://www.ncbi.nlm.nih.gov/protein/ULV54396.1?from=819&amp;to=2762"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1E4F084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FD296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329B18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"https://www.ncbi.nlm.nih.gov/protein/ULV54396.1?from=2763&amp;to=3262"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718B62F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60E4B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F34285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"https://www.ncbi.nlm.nih.gov/protein/ULV54396.1?from=3263&amp;to=3568"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2EFD3B5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DB7F3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6ABE9F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"https://www.ncbi.nlm.nih.gov/protein/ULV54396.1?from=3569&amp;to=3855"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1C3BC78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6175B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1EE66E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"https://www.ncbi.nlm.nih.gov/protein/ULV54396.1?from=3856&amp;to=3938"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31EF12F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B8A15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513971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"https://www.ncbi.nlm.nih.gov/protein/ULV54396.1?from=3939&amp;to=4136"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4B986EE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E35F1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7AC3167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"https://www.ncbi.nlm.nih.gov/protein/ULV54396.1?from=4137&amp;to=4249"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2942E1A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D688B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247F3A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"https://www.ncbi.nlm.nih.gov/protein/ULV54396.1?from=4250&amp;to=4388"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6D5A39D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69921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2177EE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"https://www.ncbi.nlm.nih.gov/protein/ULV54396.1?from=4389&amp;to=4401"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7A6C8DB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85232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BA29D9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"https://www.ncbi.nlm.nih.gov/nuccore/OM846844.1?from=13422&amp;to=13449"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0885289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73D8B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24CC6F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67A6C8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"https://www.ncbi.nlm.nih.gov/nuccore/OM846844.1?from=13434&amp;to=13488"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61A1DBE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7EA9A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B3F38F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37A537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"https://www.ncbi.nlm.nih.gov/nuccore/OM846844.1?from=21509&amp;to=25321"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76E2063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814D54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"https://www.ncbi.nlm.nih.gov/nuccore/OM846844.1?from=21509&amp;to=25321"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3246DD4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3A400D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C1820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BA6811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"https://www.ncbi.nlm.nih.gov/protein/2200167992"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ULV54397.1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B41A5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16254A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456E34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45A461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63F4FF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5EAD93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D9C1F2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FDEVFNATKFASVYAWNRKRISNCVADYSVLYNLAPFSTFKCYGVSPTKLNDLCFTNV</w:t>
      </w:r>
    </w:p>
    <w:p w14:paraId="6964AF0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69C7E6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CAB33B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EEB4FE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464ACF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54BDF4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AC1DAC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9F29CF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B7BC08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59632B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E2391D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159F6B6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FE931E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02B533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923391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75233B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79615A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"https://www.ncbi.nlm.nih.gov/nuccore/OM846844.1?from=25330&amp;to=26157"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13CA317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ED77A3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"https://www.ncbi.nlm.nih.gov/nuccore/OM846844.1?from=25330&amp;to=26157"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3B796D3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C5FEF3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69AE3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C4DFAA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"https://www.ncbi.nlm.nih.gov/protein/2200167993"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ULV54398.1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96B89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F34F28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D48947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4752D6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E5C299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0B3E61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"https://www.ncbi.nlm.nih.gov/nuccore/OM846844.1?from=26182&amp;to=26409"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208EB33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D7EC51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"https://www.ncbi.nlm.nih.gov/nuccore/OM846844.1?from=26182&amp;to=26409"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235BB0F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FA1A52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4917A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A1CC5F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"https://www.ncbi.nlm.nih.gov/protein/2200167994"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ULV54399.1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E2A6D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E26417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CAB66F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"https://www.ncbi.nlm.nih.gov/nuccore/OM846844.1?from=26460&amp;to=27128"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369B37E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BBB742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"https://www.ncbi.nlm.nih.gov/nuccore/OM846844.1?from=26460&amp;to=27128"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6163C59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BA058B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78786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5AF5D3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"https://www.ncbi.nlm.nih.gov/protein/2200167995"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ULV54400.1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98968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FD3505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8BE2C9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2C26B6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79F75F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B7D178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"https://www.ncbi.nlm.nih.gov/nuccore/OM846844.1?from=27139&amp;to=27324"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08FCD35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643774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"https://www.ncbi.nlm.nih.gov/nuccore/OM846844.1?from=27139&amp;to=27324"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4544E3F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7EEA8BD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04974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62C00D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"https://www.ncbi.nlm.nih.gov/protein/2200167996"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ULV54401.1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28281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C96F63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670593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"https://www.ncbi.nlm.nih.gov/nuccore/OM846844.1?from=27331&amp;to=27696"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0F1ABC5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FB9168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"https://www.ncbi.nlm.nih.gov/nuccore/OM846844.1?from=27331&amp;to=27696"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4AA1EB3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0CA9E3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236A2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1AC6EC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"https://www.ncbi.nlm.nih.gov/protein/2200167997"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ULV54402.1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219D0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79126B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6876E9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4AB23A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"https://www.ncbi.nlm.nih.gov/nuccore/OM846844.1?from=27693&amp;to=27824"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3482798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C7C358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"https://www.ncbi.nlm.nih.gov/nuccore/OM846844.1?from=27693&amp;to=27824"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141EA34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66AEB2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CD1E5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E131AA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"https://www.ncbi.nlm.nih.gov/protein/2200167998"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ULV54403.1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F1263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7531D3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"https://www.ncbi.nlm.nih.gov/nuccore/OM846844.1?from=27831&amp;to=28196"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1A95752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2BCBB7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"https://www.ncbi.nlm.nih.gov/nuccore/OM846844.1?from=27831&amp;to=28196"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4D7019E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09E4E6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332BC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A22262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"https://www.ncbi.nlm.nih.gov/protein/2200167999"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ULV54404.1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1EE2A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AEB541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1054A8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308C6A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"https://www.ncbi.nlm.nih.gov/nuccore/OM846844.1?from=28211&amp;to=29461"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22B8E11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99EDCB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"https://www.ncbi.nlm.nih.gov/nuccore/OM846844.1?from=28211&amp;to=29461"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4E86DB6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69D019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522C7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B8160D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"https://www.ncbi.nlm.nih.gov/protein/2200168000"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ULV54405.1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6D298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FDF82A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6CA318C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7F97BD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9114F0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810E06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A7CF59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6E610C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31E45E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"https://www.ncbi.nlm.nih.gov/nuccore/OM846844.1?from=29486&amp;to=29602"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1B6BD3A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A3A4B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"https://www.ncbi.nlm.nih.gov/nuccore/OM846844.1?from=29486&amp;to=29602"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2AF3657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6883D4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A4A03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DA357B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"https://www.ncbi.nlm.nih.gov/protein/2200168001"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ULV54406.1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69CDD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C0BA02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"https://www.ncbi.nlm.nih.gov/nuccore/OM846844.1?from=29537&amp;to=29572"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450CD91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F0C25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75C308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"https://www.ncbi.nlm.nih.gov/nuccore/OM846844.1?from=29557&amp;to=29585"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56BFDD8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A350E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962755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"https://www.ncbi.nlm.nih.gov/nuccore/OM846844.1?from=29656&amp;to=29696" </w:instrTex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304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413D88B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0B3A29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6712BD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46844.1"/>
      <w:bookmarkEnd w:id="4"/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2EAC68F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2743C7F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6E5B085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355C325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2D03548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73CE5F4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4F296B3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03035A7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32B2BBF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0DE1845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1F9EE26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2D5FAF3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4AD1436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59143E6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78ABE4A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756F49E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497248E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4064A69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7058617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09A03EA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638FF1C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243AE46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0258914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1ACAB03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6CD793E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25533A2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04E9B2A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14782A2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60F6FB4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7E13BBF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561E203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5CC7783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6B5C78D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559521F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55456B7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63392A9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2323EC0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3423789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tggnnnnnnn nnnnnnnnnn nnnnnnnnnn</w:t>
      </w:r>
    </w:p>
    <w:p w14:paraId="4FD6898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nnnnnnnnnn nnnnnncact caaagggatt gtacagaaag tgtgttaaat ccagagaaga</w:t>
      </w:r>
    </w:p>
    <w:p w14:paraId="7466FB3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taaaagctcc aaaagaaatt atcttcttag agggagaaac</w:t>
      </w:r>
    </w:p>
    <w:p w14:paraId="2DC0AB3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53758AB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5F58571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5B12E74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7F4040C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5F02CB6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0942A4B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5CB58F9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3C536E6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67BF1C4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29AC350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4E7BC6C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7D84B93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67C1A04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0A2DEFC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1F554D9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268D48B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152C095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556F65E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2DA4850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cttcttaaga gtgcttatga aaattttaat cagcacgaag ttctacttgc</w:t>
      </w:r>
    </w:p>
    <w:p w14:paraId="1B90A6B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1758FC1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4BCC0C5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6E026DD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6E3C1A0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12BF91C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5A48564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242303F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6E5AEAB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30EBA18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5AA1C99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0BBF42C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4371AA7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7AA5F08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4B09153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3680361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6FA849B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26214CF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6691BAC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7FB830F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583BACE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0464074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0C78434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7CBABB4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22AECE7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2733458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74FF42E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7FB58EB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7331391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4267A76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1D8F07D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132CBDF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3681688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1D94DAA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729585B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6D38CFF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37903AC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332C001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3A0B7E3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65F5EF5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26EC34B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4EAE8B2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191DF02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2C92C17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attcgtnnnn</w:t>
      </w:r>
    </w:p>
    <w:p w14:paraId="1515B08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nnnnnnnnnn nnnnnnnnnn nnnnnnnnnn nnnnnnnntt gcctgcgaag atctaaaacc</w:t>
      </w:r>
    </w:p>
    <w:p w14:paraId="7C21F5E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3DE33DA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51C0825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6154FB3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1435CB3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6EC0CD5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7592B22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17C9BF3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tatagcaaag aatactgtta agagtgtcgg</w:t>
      </w:r>
    </w:p>
    <w:p w14:paraId="31B95F3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2F87CB8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tctactcaac</w:t>
      </w:r>
    </w:p>
    <w:p w14:paraId="0798CDF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0C23671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45367A5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5600B3D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74006DE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4F857AE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gcaattgttt ttcagctatt ttgcagtaca ttttattagt aattcttggc ttatgtggtt</w:t>
      </w:r>
    </w:p>
    <w:p w14:paraId="4EC9DCE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312C0E4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022C0EB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6F3D24F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17BF470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2014FD1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603D0BA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20F4F26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7003AF4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5869406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taaaatcagc gtctgtttac tacagtcagc ttatgtgtca</w:t>
      </w:r>
    </w:p>
    <w:p w14:paraId="58D81C4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75C2F6A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537E9EA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3B99F32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1C1190E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68F1E70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2338FF5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5CA77EF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20BFDBC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7B5FEEC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2A5962E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4233FA6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5F19397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65BFAA4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04F5652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553560F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7BD552C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41D6340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5195C06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79026E6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6D5165F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66C18FC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2AB546B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0766C5A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0CB8819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1D50380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2981300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5C1CD9E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59DF7C4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6DB0A7E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2D274F5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581CB75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60B3726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5F38D0C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21AE49B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364DFE9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692DBBC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aactacactt aacggtcttt ggcttgatga cgtagtttac tgtccaagac atgtgatctg</w:t>
      </w:r>
    </w:p>
    <w:p w14:paraId="1A89ACF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2EBD5A3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313BE68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6208638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76DEDD4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cactattaag ggttcattcc ttaatggttc</w:t>
      </w:r>
    </w:p>
    <w:p w14:paraId="5EDBBF3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2F43735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tttatggacc</w:t>
      </w:r>
    </w:p>
    <w:p w14:paraId="49AC28E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ttttgttgac aggcaaacag cacaagcagc tggtacggac acaactatta cagttaatgt</w:t>
      </w:r>
    </w:p>
    <w:p w14:paraId="6CA9A8B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43B95D6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3941F13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31D0BEC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3033974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4640825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33D46EB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tttttttgta</w:t>
      </w:r>
    </w:p>
    <w:p w14:paraId="77A81DA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07873C5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6A23460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6643362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3B80DF9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5A0F706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1D57647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3CB56B7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16E980D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1700773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07E990C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266322E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443F4CF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4B777C8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41F17C7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683FF1B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7829AEB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722047C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5B6F224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51827DB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161DCEB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1090184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03000E7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3436FD2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3C9AEE4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1EB314B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572EC04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3792E05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18B5828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065D913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4E97F35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365E678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5EB7997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44872CC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10CD406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2D2DA50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4B2030E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2D007BA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0693E9C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737BDDF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71FF3DC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67F298B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60D8B98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7553751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1DBF106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45E40ED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5919168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3282387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48BE38D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4497DF6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11636FC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2EC4FA7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55C89B4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0BF94DD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762C8F5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2683F31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2F10B3C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2ECCF87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0865932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3BCBEEE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1999E22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3F86974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2966BB8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653565D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4C8FBDB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416F126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5D22580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0997F77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25FE1BF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2083133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5F84177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69841F5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0CB25B6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3168D38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1D88F2B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29D3065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1FA6ADC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5866001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5C1E46C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108EF52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575F820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060B39F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77BC0EF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0496660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18D50E2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408CF8C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7B31123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2494574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69E4A7A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0400138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11FABAF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5AE2D4F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4B11F08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0A449C1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0524272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56FE90A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7F004B2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49510ED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45B3DE2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205F061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787889F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4352007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3BE84AA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5985448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68A2068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2AE0E73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111427F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4D4D0A0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1F86F20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16FFF2E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741735A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3972336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6D2B4B2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30EE718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4687278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4A04692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26436B8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0380791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72B1AAB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24EFF08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23EB12D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0C3E3A2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4A4A2D5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1ABADC9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0DAC7EB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2D861CB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0D08FB2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2C97595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454A259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4891997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14B8D16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11473E1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75256C4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37B849B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33F0F4F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3DF3128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311BB57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0F0D74F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124C0BC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0A6DB7E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2E34D92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3C7ABA6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4B4CEA9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60D0640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359AD4E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0FE5C89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7D4DA85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2740F19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018221B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7854A28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61ECEE1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5976B8E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3AA059D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34A4A5B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2B753D6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4BC2A5C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055E0CE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04218BF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1603C70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29F7C6F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2197CC2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577F4A9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495D173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1351423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2F664DF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02CAAF1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34ACBAF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618D378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0197FD7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3EE3029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25E71E3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2E7F149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5C460BA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06399F8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6BA97E5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6060C55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7B7E9C0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4335809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7692904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6FB687F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488B700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285610F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08D5ABB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0828AEF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1BCC473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06D5DA6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5527B8A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6FE4548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258AD7A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5A7F954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6B8FAC4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01D1CD1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caccaaattt gcatctgttt atgcttggaa</w:t>
      </w:r>
    </w:p>
    <w:p w14:paraId="68B560A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11494E6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ttccactttt aagtgttatg gagtgtctcc tactaaatta aatgatctct gctttactaa</w:t>
      </w:r>
    </w:p>
    <w:p w14:paraId="445148D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7D652DC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2D9965C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70E1AE1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1CE0E12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7A29862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260B835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22BA9B6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6BE9002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64B8DA4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229A891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1D8B2E0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7F70714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17B6318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4397747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245AEFD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4FAED37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00F301A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059233F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54E0403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3A0CF0E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1D83BEB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62384DA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2508752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5082754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37DA6CD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518EC04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6C73893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27649F0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tccaaatttg gtgcaatttc</w:t>
      </w:r>
    </w:p>
    <w:p w14:paraId="5A35E6D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60E4FC3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4BAD132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49C500C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25BBE04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33980C0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6B11B17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20D2356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3B570D4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15A52F5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7D16E31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7211ECA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34B1791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177F7C3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10CE06E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4AEC98F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71B5715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58CA954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6ECDFAA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6F155FB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2205A5F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ttttctctat ctttatgctt tagtctactt cttgcagagt</w:t>
      </w:r>
    </w:p>
    <w:p w14:paraId="4DBC5D9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4E5ECBB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25BAC46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090CE2A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4E61097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7BB44B4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4EB7EB9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00D58D6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1B9F16F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4141CEF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14ACA92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3EE2757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10C2365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05AAAF9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001E4E5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25AFC1A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62A44AE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53D9789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58F45DC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31BE46C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6BAD1B1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6AF4943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43E827E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3C4F9BD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551B4A0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12F4834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495C26B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6F46D72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ttaaacgaac atgaaaatta ttcttttctt ggcactgata</w:t>
      </w:r>
    </w:p>
    <w:p w14:paraId="0BB80F3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2F2C7F2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5916002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3C100ED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4F15221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78C8E49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4DF5EC0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6E6C1EC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44E6BE5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63220DF6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2C7E933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0EE1D68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tcgatatcgg taattataca gtttcctgtt</w:t>
      </w:r>
    </w:p>
    <w:p w14:paraId="08EFF26E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7834235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033C1E4B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3462CF8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4DC0554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66951AA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012B5A0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772A43B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2B75B18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5D27936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524DD13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0E5F46A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7826463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6F5F914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40544128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7B546D93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70FC9CA1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2611D2FD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14D7E930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3A198F8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01A43DFC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14EA9D67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07A53C62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690A30E9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470350C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653E69EF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2672E3E5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agtgaacaat</w:t>
      </w:r>
    </w:p>
    <w:p w14:paraId="209D9B8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aaattaattt tagtagtgct</w:t>
      </w:r>
    </w:p>
    <w:p w14:paraId="5963C9D4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atccctatgt</w:t>
      </w:r>
    </w:p>
    <w:p w14:paraId="6442B0AA" w14:textId="77777777" w:rsidR="004304FD" w:rsidRPr="004304FD" w:rsidRDefault="004304FD" w:rsidP="004304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304F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039616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F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304FD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784D3E"/>
  <w15:chartTrackingRefBased/>
  <w15:docId w15:val="{5B0E6373-5760-5C43-A557-D2057A1E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0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8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8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8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8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27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46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10860</Words>
  <Characters>61907</Characters>
  <Application>Microsoft Office Word</Application>
  <DocSecurity>0</DocSecurity>
  <Lines>515</Lines>
  <Paragraphs>145</Paragraphs>
  <ScaleCrop>false</ScaleCrop>
  <Company/>
  <LinksUpToDate>false</LinksUpToDate>
  <CharactersWithSpaces>72622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2023-02-04T08:56:00Z</dcterms:created>
  <dcterms:modified xsi:type="dcterms:W3CDTF">2023-02-04T08:56:00Z</dcterms:modified>
</cp:coreProperties>
</file>